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60" w:type="dxa"/>
        <w:tblInd w:w="-28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860"/>
      </w:tblGrid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bookmarkStart w:id="0" w:name="_GoBack"/>
            <w:bookmarkEnd w:id="0"/>
            <w:r w:rsidRPr="00CB7B85">
              <w:t>Dialectical Behavior Therapy</w:t>
            </w:r>
          </w:p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/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Cognitive Behavioral Therapy</w:t>
            </w:r>
          </w:p>
        </w:tc>
      </w:tr>
      <w:tr w:rsidR="00CB7B85" w:rsidRPr="00CB7B85" w:rsidTr="00CB7B85">
        <w:trPr>
          <w:trHeight w:val="581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Trauma Focused Cognitive Behavioral Therapy</w:t>
            </w:r>
          </w:p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Matrix Model</w:t>
            </w:r>
          </w:p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Exposure Therapy</w:t>
            </w:r>
          </w:p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Behavior Therapy, Behavior Modification</w:t>
            </w:r>
          </w:p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Interpersonal Therapy</w:t>
            </w:r>
          </w:p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Social-Cognitive Model</w:t>
            </w:r>
          </w:p>
        </w:tc>
      </w:tr>
      <w:tr w:rsidR="00CB7B85" w:rsidRPr="00CB7B85" w:rsidTr="00CB7B85">
        <w:trPr>
          <w:trHeight w:val="581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Family Therapy (solution focused, structural)</w:t>
            </w:r>
          </w:p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/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Motivational Interviewing</w:t>
            </w:r>
          </w:p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Supported Employment</w:t>
            </w:r>
          </w:p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Incredible Years</w:t>
            </w:r>
          </w:p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Integrated Treatment for Dual Disorders</w:t>
            </w:r>
          </w:p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Anger Management</w:t>
            </w:r>
          </w:p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Women's focused Relapse prevention(Matrix)</w:t>
            </w:r>
          </w:p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EMDR</w:t>
            </w:r>
          </w:p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Moral Reconation Therapy</w:t>
            </w:r>
          </w:p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Child Parent Psychotherapy</w:t>
            </w:r>
          </w:p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Domestic Violence - Duluth Model</w:t>
            </w:r>
          </w:p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Acceptance and Commitment Therapy (ACT)</w:t>
            </w:r>
          </w:p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Gambling Treatment</w:t>
            </w:r>
          </w:p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Psychiatric Rehabilitation Process Model</w:t>
            </w:r>
          </w:p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MHFA</w:t>
            </w:r>
          </w:p>
        </w:tc>
      </w:tr>
      <w:tr w:rsidR="00CB7B85" w:rsidRPr="00CB7B85" w:rsidTr="00CB7B85">
        <w:trPr>
          <w:trHeight w:val="303"/>
        </w:trPr>
        <w:tc>
          <w:tcPr>
            <w:tcW w:w="108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B7B85" w:rsidRPr="00CB7B85" w:rsidRDefault="00CB7B85" w:rsidP="00CB7B85">
            <w:r w:rsidRPr="00CB7B85">
              <w:t>Wellness Recovery Action Plan (WRAP)</w:t>
            </w:r>
          </w:p>
        </w:tc>
      </w:tr>
    </w:tbl>
    <w:p w:rsidR="00C70C72" w:rsidRDefault="00C70C72"/>
    <w:sectPr w:rsidR="00C70C7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7CE" w:rsidRDefault="002F27CE" w:rsidP="002F27CE">
      <w:pPr>
        <w:spacing w:after="0" w:line="240" w:lineRule="auto"/>
      </w:pPr>
      <w:r>
        <w:separator/>
      </w:r>
    </w:p>
  </w:endnote>
  <w:endnote w:type="continuationSeparator" w:id="0">
    <w:p w:rsidR="002F27CE" w:rsidRDefault="002F27CE" w:rsidP="002F2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7CE" w:rsidRDefault="002F27CE" w:rsidP="002F27CE">
      <w:pPr>
        <w:spacing w:after="0" w:line="240" w:lineRule="auto"/>
      </w:pPr>
      <w:r>
        <w:separator/>
      </w:r>
    </w:p>
  </w:footnote>
  <w:footnote w:type="continuationSeparator" w:id="0">
    <w:p w:rsidR="002F27CE" w:rsidRDefault="002F27CE" w:rsidP="002F2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7CE" w:rsidRDefault="002F27CE">
    <w:pPr>
      <w:pStyle w:val="Header"/>
    </w:pPr>
    <w:r>
      <w:t>Evidenced based Practices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B85"/>
    <w:rsid w:val="002F27CE"/>
    <w:rsid w:val="007E0198"/>
    <w:rsid w:val="00C70C72"/>
    <w:rsid w:val="00CB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DB8761DD-B38A-435B-A142-C4CA90C3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2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27CE"/>
  </w:style>
  <w:style w:type="paragraph" w:styleId="Footer">
    <w:name w:val="footer"/>
    <w:basedOn w:val="Normal"/>
    <w:link w:val="FooterChar"/>
    <w:uiPriority w:val="99"/>
    <w:unhideWhenUsed/>
    <w:rsid w:val="002F2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2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2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59481552-D311-4E1C-8FFE-F6A4B97B0811}"/>
</file>

<file path=customXml/itemProps2.xml><?xml version="1.0" encoding="utf-8"?>
<ds:datastoreItem xmlns:ds="http://schemas.openxmlformats.org/officeDocument/2006/customXml" ds:itemID="{18983A53-D367-4A5C-A6F6-C7D82FC2043F}"/>
</file>

<file path=customXml/itemProps3.xml><?xml version="1.0" encoding="utf-8"?>
<ds:datastoreItem xmlns:ds="http://schemas.openxmlformats.org/officeDocument/2006/customXml" ds:itemID="{3FDAE4A5-648C-4544-A0B1-87F3A9293BD0}"/>
</file>

<file path=docProps/app.xml><?xml version="1.0" encoding="utf-8"?>
<Properties xmlns="http://schemas.openxmlformats.org/officeDocument/2006/extended-properties" xmlns:vt="http://schemas.openxmlformats.org/officeDocument/2006/docPropsVTypes">
  <Template>4E57F41A</Template>
  <TotalTime>0</TotalTime>
  <Pages>1</Pages>
  <Words>102</Words>
  <Characters>586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OWENS</dc:creator>
  <cp:keywords/>
  <dc:description/>
  <cp:lastModifiedBy>ART FULLER</cp:lastModifiedBy>
  <cp:revision>2</cp:revision>
  <dcterms:created xsi:type="dcterms:W3CDTF">2020-07-23T11:19:00Z</dcterms:created>
  <dcterms:modified xsi:type="dcterms:W3CDTF">2020-07-23T11:19:00Z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218800</vt:r8>
  </property>
  <property fmtid="{D5CDD505-2E9C-101B-9397-08002B2CF9AE}" pid="4" name="MediaServiceImageTags">
    <vt:lpwstr/>
  </property>
</Properties>
</file>